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2BF56" w14:textId="36E30C72" w:rsidR="005B65F6" w:rsidRPr="00FD3CE5" w:rsidRDefault="0012096A" w:rsidP="005B65F6">
      <w:pPr>
        <w:suppressAutoHyphens/>
        <w:spacing w:line="276" w:lineRule="auto"/>
        <w:ind w:left="6372"/>
        <w:rPr>
          <w:sz w:val="20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FD1E3D" wp14:editId="5807DA74">
            <wp:simplePos x="0" y="0"/>
            <wp:positionH relativeFrom="column">
              <wp:posOffset>4761687</wp:posOffset>
            </wp:positionH>
            <wp:positionV relativeFrom="paragraph">
              <wp:posOffset>25</wp:posOffset>
            </wp:positionV>
            <wp:extent cx="1081405" cy="1084580"/>
            <wp:effectExtent l="0" t="0" r="4445" b="1270"/>
            <wp:wrapSquare wrapText="bothSides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74CA5" w14:textId="351D0F5C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A5D3FBB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3531493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0CB18C0D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CED2345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456DF2DF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8AC14DE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2F09C8BF" w14:textId="0F5F4F4B" w:rsidR="00545472" w:rsidRPr="00545472" w:rsidRDefault="00746EDB" w:rsidP="00082B8D">
      <w:pPr>
        <w:ind w:left="709"/>
        <w:jc w:val="both"/>
        <w:rPr>
          <w:b/>
        </w:rPr>
      </w:pPr>
      <w:r w:rsidRPr="00746EDB">
        <w:rPr>
          <w:b/>
        </w:rPr>
        <w:t>TAURON Serwis Sp. z o.o.</w:t>
      </w:r>
      <w:r w:rsidR="00E07704">
        <w:rPr>
          <w:b/>
        </w:rPr>
        <w:t>,</w:t>
      </w:r>
      <w:r>
        <w:t xml:space="preserve"> zaprasza wszystkich potencjalnych </w:t>
      </w:r>
      <w:r w:rsidR="00EC7C35">
        <w:t>Wykonawców</w:t>
      </w:r>
      <w:r>
        <w:t xml:space="preserve"> do udziału w badaniu rynku, </w:t>
      </w:r>
      <w:r w:rsidRPr="00746EDB">
        <w:t>dotyczącym zainteresowania udziałem w postępowaniu o udzielenie Zamówienia na</w:t>
      </w:r>
      <w:r w:rsidR="00D36C2A">
        <w:t xml:space="preserve"> zadanie</w:t>
      </w:r>
      <w:r w:rsidRPr="00746EDB">
        <w:t>:</w:t>
      </w:r>
      <w:r>
        <w:t xml:space="preserve"> </w:t>
      </w:r>
      <w:r w:rsidRPr="00F64036">
        <w:rPr>
          <w:b/>
          <w:i/>
          <w:iCs/>
        </w:rPr>
        <w:t>„</w:t>
      </w:r>
      <w:r w:rsidR="00DF6982" w:rsidRPr="00DF6982">
        <w:rPr>
          <w:b/>
          <w:i/>
          <w:iCs/>
        </w:rPr>
        <w:t xml:space="preserve">Remonty silników 0,4 </w:t>
      </w:r>
      <w:proofErr w:type="spellStart"/>
      <w:r w:rsidR="00DF6982" w:rsidRPr="00DF6982">
        <w:rPr>
          <w:b/>
          <w:i/>
          <w:iCs/>
        </w:rPr>
        <w:t>kV</w:t>
      </w:r>
      <w:proofErr w:type="spellEnd"/>
      <w:r w:rsidR="00DF6982" w:rsidRPr="00DF6982">
        <w:rPr>
          <w:b/>
          <w:i/>
          <w:iCs/>
        </w:rPr>
        <w:t xml:space="preserve"> dla TAURON Serwis Sp. z o.o.</w:t>
      </w:r>
      <w:r w:rsidR="00DF6982">
        <w:rPr>
          <w:b/>
          <w:i/>
          <w:iCs/>
        </w:rPr>
        <w:t>’’.</w:t>
      </w:r>
    </w:p>
    <w:p w14:paraId="602A47FA" w14:textId="25671C0F" w:rsidR="00746EDB" w:rsidRDefault="00746EDB" w:rsidP="00082B8D">
      <w:pPr>
        <w:ind w:left="709"/>
        <w:jc w:val="both"/>
      </w:pPr>
    </w:p>
    <w:p w14:paraId="51183848" w14:textId="77777777" w:rsidR="00746EDB" w:rsidRDefault="00746EDB" w:rsidP="00082B8D">
      <w:pPr>
        <w:ind w:left="709"/>
        <w:jc w:val="both"/>
      </w:pPr>
    </w:p>
    <w:p w14:paraId="656C7B5B" w14:textId="23D6DE61" w:rsidR="00746EDB" w:rsidRDefault="00746EDB" w:rsidP="00082B8D">
      <w:pPr>
        <w:ind w:left="709"/>
        <w:jc w:val="both"/>
      </w:pPr>
      <w:r>
        <w:t xml:space="preserve">Celem badania rynku jest pozyskanie przez TAURON Serwis Sp. z o.o. informacji w zakresie rozpoznania rynku potencjalnych </w:t>
      </w:r>
      <w:r w:rsidR="005E121E">
        <w:t>Wykonawców</w:t>
      </w:r>
      <w:r>
        <w:t xml:space="preserve">, którzy są zainteresowani realizacją </w:t>
      </w:r>
      <w:r w:rsidR="001058CB">
        <w:t>usługi</w:t>
      </w:r>
      <w:r>
        <w:t xml:space="preserve"> objęt</w:t>
      </w:r>
      <w:r w:rsidR="009E2DE2">
        <w:t>ej</w:t>
      </w:r>
      <w:r>
        <w:t xml:space="preserve"> badaniem rynku. </w:t>
      </w:r>
    </w:p>
    <w:p w14:paraId="0DC541A1" w14:textId="77777777" w:rsidR="00746EDB" w:rsidRDefault="00746EDB" w:rsidP="00082B8D">
      <w:pPr>
        <w:ind w:left="709"/>
        <w:jc w:val="both"/>
      </w:pPr>
    </w:p>
    <w:p w14:paraId="637382B8" w14:textId="2304AF24" w:rsidR="00746EDB" w:rsidRPr="00C2754B" w:rsidRDefault="00746EDB" w:rsidP="00082B8D">
      <w:pPr>
        <w:ind w:left="709"/>
        <w:jc w:val="both"/>
        <w:rPr>
          <w:b/>
        </w:rPr>
      </w:pPr>
      <w:r w:rsidRPr="00C2754B">
        <w:rPr>
          <w:b/>
        </w:rPr>
        <w:t>Niniejsze Ogłoszenie stanowi zaproszenie do udziału w badaniu rynku o</w:t>
      </w:r>
      <w:r>
        <w:rPr>
          <w:b/>
        </w:rPr>
        <w:t xml:space="preserve">raz złożenia </w:t>
      </w:r>
      <w:r w:rsidR="00215609">
        <w:rPr>
          <w:b/>
        </w:rPr>
        <w:t xml:space="preserve">szacunkowej </w:t>
      </w:r>
      <w:r>
        <w:rPr>
          <w:b/>
        </w:rPr>
        <w:t>oferty budżetowej.</w:t>
      </w:r>
    </w:p>
    <w:p w14:paraId="616AC6C0" w14:textId="77777777" w:rsidR="00746EDB" w:rsidRDefault="00746EDB" w:rsidP="00082B8D">
      <w:pPr>
        <w:ind w:left="709"/>
        <w:jc w:val="both"/>
      </w:pPr>
    </w:p>
    <w:p w14:paraId="5857A1E5" w14:textId="10913273" w:rsidR="00746EDB" w:rsidRDefault="00746EDB" w:rsidP="00082B8D">
      <w:pPr>
        <w:ind w:left="709"/>
        <w:jc w:val="both"/>
        <w:rPr>
          <w:b/>
        </w:rPr>
      </w:pPr>
      <w:r>
        <w:t xml:space="preserve">Odpowiedź oraz dodatkowe informacje prosimy składać za pośrednictwem </w:t>
      </w:r>
      <w:r w:rsidR="006F25E5">
        <w:t>P</w:t>
      </w:r>
      <w:r>
        <w:t>latformy zakupowej, bądź wysyłając wiadomość z informacją o</w:t>
      </w:r>
      <w:r w:rsidR="0087200A">
        <w:t> </w:t>
      </w:r>
      <w:r>
        <w:t>zainteresowaniu wykonaniem przedmiotu badania rynku na adres</w:t>
      </w:r>
      <w:r w:rsidR="008A15AF">
        <w:t>:</w:t>
      </w:r>
      <w:r>
        <w:t xml:space="preserve"> </w:t>
      </w:r>
      <w:r w:rsidR="005D01F1" w:rsidRPr="0099426B">
        <w:rPr>
          <w:b/>
        </w:rPr>
        <w:t xml:space="preserve"> </w:t>
      </w:r>
      <w:hyperlink r:id="rId12" w:history="1">
        <w:r w:rsidR="007F24FC" w:rsidRPr="00923002">
          <w:rPr>
            <w:rStyle w:val="Hipercze"/>
            <w:b/>
          </w:rPr>
          <w:t>Adam.Kastura@tauron-serwis.pl</w:t>
        </w:r>
      </w:hyperlink>
    </w:p>
    <w:p w14:paraId="7C344F2D" w14:textId="77777777" w:rsidR="00746EDB" w:rsidRDefault="00746EDB" w:rsidP="00082B8D">
      <w:pPr>
        <w:ind w:left="709"/>
        <w:jc w:val="both"/>
      </w:pPr>
    </w:p>
    <w:p w14:paraId="7F62757A" w14:textId="6E1F11DE" w:rsidR="00FE02B0" w:rsidRDefault="00FE02B0" w:rsidP="00082B8D">
      <w:pPr>
        <w:ind w:left="709"/>
        <w:jc w:val="both"/>
      </w:pPr>
      <w:r>
        <w:t>W przypadku ogłoszenia postępowania o udzielenie zamówienia</w:t>
      </w:r>
      <w:r w:rsidR="0064179F">
        <w:t>,</w:t>
      </w:r>
      <w:r>
        <w:t xml:space="preserve"> informacja o jego wszczęciu zostanie zamieszczona na Platformie Zakupowej Grupy TAURON, o którym zostaną Państwo poinformowani elektronicznie.</w:t>
      </w:r>
    </w:p>
    <w:p w14:paraId="07BBA939" w14:textId="61377B43" w:rsidR="00452EFC" w:rsidRDefault="00452EFC" w:rsidP="00082B8D">
      <w:pPr>
        <w:ind w:left="709"/>
        <w:jc w:val="both"/>
      </w:pPr>
    </w:p>
    <w:p w14:paraId="48F31540" w14:textId="77777777" w:rsidR="00926109" w:rsidRPr="00412B14" w:rsidRDefault="00926109" w:rsidP="00082B8D">
      <w:pPr>
        <w:ind w:left="709"/>
        <w:jc w:val="both"/>
      </w:pPr>
    </w:p>
    <w:p w14:paraId="4777C2D8" w14:textId="59B14D95" w:rsidR="00F7019B" w:rsidRDefault="00F7019B" w:rsidP="00082B8D">
      <w:pPr>
        <w:spacing w:before="120" w:after="120" w:line="278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F7019B">
        <w:rPr>
          <w:rFonts w:eastAsia="Aptos"/>
          <w:b/>
          <w:bCs/>
          <w:kern w:val="2"/>
          <w:lang w:eastAsia="en-US"/>
          <w14:ligatures w14:val="standardContextual"/>
        </w:rPr>
        <w:t xml:space="preserve">Opis </w:t>
      </w:r>
      <w:r w:rsidR="001E7F5C">
        <w:rPr>
          <w:rFonts w:eastAsia="Aptos"/>
          <w:b/>
          <w:bCs/>
          <w:kern w:val="2"/>
          <w:lang w:eastAsia="en-US"/>
          <w14:ligatures w14:val="standardContextual"/>
        </w:rPr>
        <w:t>P</w:t>
      </w:r>
      <w:r w:rsidRPr="00F7019B">
        <w:rPr>
          <w:rFonts w:eastAsia="Aptos"/>
          <w:b/>
          <w:bCs/>
          <w:kern w:val="2"/>
          <w:lang w:eastAsia="en-US"/>
          <w14:ligatures w14:val="standardContextual"/>
        </w:rPr>
        <w:t>rzedmiotu zamówienia</w:t>
      </w:r>
      <w:r w:rsidRPr="00F7019B">
        <w:rPr>
          <w:rFonts w:eastAsia="Aptos"/>
          <w:kern w:val="2"/>
          <w:lang w:eastAsia="en-US"/>
          <w14:ligatures w14:val="standardContextual"/>
        </w:rPr>
        <w:t>:</w:t>
      </w:r>
    </w:p>
    <w:p w14:paraId="79D37CFC" w14:textId="5B8B842D" w:rsidR="00065B3D" w:rsidRDefault="00065B3D" w:rsidP="00082B8D">
      <w:pPr>
        <w:spacing w:before="120" w:after="120" w:line="278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 xml:space="preserve">Remonty silników 0,4 </w:t>
      </w:r>
      <w:proofErr w:type="spellStart"/>
      <w:r w:rsidRPr="00065B3D">
        <w:rPr>
          <w:rFonts w:eastAsia="Aptos"/>
          <w:kern w:val="2"/>
          <w:lang w:eastAsia="en-US"/>
          <w14:ligatures w14:val="standardContextual"/>
        </w:rPr>
        <w:t>kV</w:t>
      </w:r>
      <w:proofErr w:type="spellEnd"/>
      <w:r w:rsidRPr="00065B3D">
        <w:rPr>
          <w:rFonts w:eastAsia="Aptos"/>
          <w:kern w:val="2"/>
          <w:lang w:eastAsia="en-US"/>
          <w14:ligatures w14:val="standardContextual"/>
        </w:rPr>
        <w:t xml:space="preserve"> dla TAURON Serwis Sp. z o.o.</w:t>
      </w:r>
    </w:p>
    <w:p w14:paraId="187B31A3" w14:textId="7A99B648" w:rsidR="00065B3D" w:rsidRPr="00065B3D" w:rsidRDefault="00145438" w:rsidP="00082B8D">
      <w:pPr>
        <w:numPr>
          <w:ilvl w:val="0"/>
          <w:numId w:val="25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>
        <w:rPr>
          <w:rFonts w:eastAsia="Aptos"/>
          <w:kern w:val="2"/>
          <w:lang w:eastAsia="en-US"/>
          <w14:ligatures w14:val="standardContextual"/>
        </w:rPr>
        <w:t xml:space="preserve">Planowany </w:t>
      </w:r>
      <w:r w:rsidR="00065B3D" w:rsidRPr="00065B3D">
        <w:rPr>
          <w:rFonts w:eastAsia="Aptos"/>
          <w:kern w:val="2"/>
          <w:lang w:eastAsia="en-US"/>
          <w14:ligatures w14:val="standardContextual"/>
        </w:rPr>
        <w:t>termin realizacji zadania</w:t>
      </w:r>
      <w:r>
        <w:rPr>
          <w:rFonts w:eastAsia="Aptos"/>
          <w:kern w:val="2"/>
          <w:lang w:eastAsia="en-US"/>
          <w14:ligatures w14:val="standardContextual"/>
        </w:rPr>
        <w:t>:</w:t>
      </w:r>
    </w:p>
    <w:p w14:paraId="492BF170" w14:textId="7C34279D" w:rsidR="00065B3D" w:rsidRPr="00065B3D" w:rsidRDefault="00065B3D" w:rsidP="00082B8D">
      <w:p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12</w:t>
      </w:r>
      <w:r w:rsidR="00145438">
        <w:rPr>
          <w:rFonts w:eastAsia="Aptos"/>
          <w:kern w:val="2"/>
          <w:lang w:eastAsia="en-US"/>
          <w14:ligatures w14:val="standardContextual"/>
        </w:rPr>
        <w:t xml:space="preserve"> </w:t>
      </w:r>
      <w:r w:rsidRPr="00065B3D">
        <w:rPr>
          <w:rFonts w:eastAsia="Aptos"/>
          <w:kern w:val="2"/>
          <w:lang w:eastAsia="en-US"/>
          <w14:ligatures w14:val="standardContextual"/>
        </w:rPr>
        <w:t>miesi</w:t>
      </w:r>
      <w:r w:rsidR="00145438">
        <w:rPr>
          <w:rFonts w:eastAsia="Aptos"/>
          <w:kern w:val="2"/>
          <w:lang w:eastAsia="en-US"/>
          <w14:ligatures w14:val="standardContextual"/>
        </w:rPr>
        <w:t>ę</w:t>
      </w:r>
      <w:r w:rsidRPr="00065B3D">
        <w:rPr>
          <w:rFonts w:eastAsia="Aptos"/>
          <w:kern w:val="2"/>
          <w:lang w:eastAsia="en-US"/>
          <w14:ligatures w14:val="standardContextual"/>
        </w:rPr>
        <w:t>c</w:t>
      </w:r>
      <w:r w:rsidR="00145438">
        <w:rPr>
          <w:rFonts w:eastAsia="Aptos"/>
          <w:kern w:val="2"/>
          <w:lang w:eastAsia="en-US"/>
          <w14:ligatures w14:val="standardContextual"/>
        </w:rPr>
        <w:t>y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od daty podpisania </w:t>
      </w:r>
      <w:r w:rsidR="00145438">
        <w:rPr>
          <w:rFonts w:eastAsia="Aptos"/>
          <w:kern w:val="2"/>
          <w:lang w:eastAsia="en-US"/>
          <w14:ligatures w14:val="standardContextual"/>
        </w:rPr>
        <w:t>U</w:t>
      </w:r>
      <w:r w:rsidRPr="00065B3D">
        <w:rPr>
          <w:rFonts w:eastAsia="Aptos"/>
          <w:kern w:val="2"/>
          <w:lang w:eastAsia="en-US"/>
          <w14:ligatures w14:val="standardContextual"/>
        </w:rPr>
        <w:t>mowy</w:t>
      </w:r>
      <w:r w:rsidR="00CD4F72">
        <w:rPr>
          <w:rFonts w:eastAsia="Aptos"/>
          <w:kern w:val="2"/>
          <w:lang w:eastAsia="en-US"/>
          <w14:ligatures w14:val="standardContextual"/>
        </w:rPr>
        <w:t>.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</w:t>
      </w:r>
    </w:p>
    <w:p w14:paraId="35DA2A82" w14:textId="303AF113" w:rsidR="00065B3D" w:rsidRPr="00065B3D" w:rsidRDefault="00065B3D" w:rsidP="00082B8D">
      <w:pPr>
        <w:numPr>
          <w:ilvl w:val="1"/>
          <w:numId w:val="26"/>
        </w:num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miejsc</w:t>
      </w:r>
      <w:r w:rsidR="006A2054">
        <w:rPr>
          <w:rFonts w:eastAsia="Aptos"/>
          <w:kern w:val="2"/>
          <w:lang w:eastAsia="en-US"/>
          <w14:ligatures w14:val="standardContextual"/>
        </w:rPr>
        <w:t>a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wykon</w:t>
      </w:r>
      <w:r w:rsidR="00CD4F72" w:rsidRPr="006A2054">
        <w:rPr>
          <w:rFonts w:eastAsia="Aptos"/>
          <w:kern w:val="2"/>
          <w:lang w:eastAsia="en-US"/>
          <w14:ligatures w14:val="standardContextual"/>
        </w:rPr>
        <w:t>ywa</w:t>
      </w:r>
      <w:r w:rsidRPr="00065B3D">
        <w:rPr>
          <w:rFonts w:eastAsia="Aptos"/>
          <w:kern w:val="2"/>
          <w:lang w:eastAsia="en-US"/>
          <w14:ligatures w14:val="standardContextual"/>
        </w:rPr>
        <w:t>nia zadania</w:t>
      </w:r>
      <w:r w:rsidR="00CD4F72" w:rsidRPr="006A2054">
        <w:rPr>
          <w:rFonts w:eastAsia="Aptos"/>
          <w:kern w:val="2"/>
          <w:lang w:eastAsia="en-US"/>
          <w14:ligatures w14:val="standardContextual"/>
        </w:rPr>
        <w:t>:</w:t>
      </w:r>
    </w:p>
    <w:p w14:paraId="0D9D8862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Siersza w Trzebini, 32-541 Trzebinia.</w:t>
      </w:r>
    </w:p>
    <w:p w14:paraId="6F85D231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Jaworzno III w Jaworznie Elektrownia II, ul. Energetyków 15, 43-603 Jaworzno.</w:t>
      </w:r>
    </w:p>
    <w:p w14:paraId="7BDDA3A6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Jaworzno III w Jaworznie Elektrownia III, ul. Promienna 51, 43-603 Jaworzno.</w:t>
      </w:r>
    </w:p>
    <w:p w14:paraId="00DC0F45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Łaziska w Łaziskach Górnych, ul. Wyzwolenia 30, 43-170 Łaziska Górne.</w:t>
      </w:r>
    </w:p>
    <w:p w14:paraId="15427634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Łagisza w Będzinie, ul. Pokoju 14, 42-504 Będzin.</w:t>
      </w:r>
    </w:p>
    <w:p w14:paraId="31BD5BD8" w14:textId="603F444F" w:rsid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 Jaworzno NJGT 910, 43-603 Jaworzno, ul. Dobrej Energii 11</w:t>
      </w:r>
      <w:r w:rsidR="006A2054">
        <w:rPr>
          <w:rFonts w:eastAsia="Aptos"/>
          <w:kern w:val="2"/>
          <w:lang w:eastAsia="en-US"/>
          <w14:ligatures w14:val="standardContextual"/>
        </w:rPr>
        <w:t>.</w:t>
      </w:r>
    </w:p>
    <w:p w14:paraId="25161A63" w14:textId="77777777" w:rsidR="006A2054" w:rsidRPr="00065B3D" w:rsidRDefault="006A2054" w:rsidP="006A2054">
      <w:p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</w:p>
    <w:p w14:paraId="4879403A" w14:textId="4C31742C" w:rsidR="00065B3D" w:rsidRPr="00065B3D" w:rsidRDefault="00065B3D" w:rsidP="00082B8D">
      <w:pPr>
        <w:numPr>
          <w:ilvl w:val="1"/>
          <w:numId w:val="27"/>
        </w:num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lastRenderedPageBreak/>
        <w:t xml:space="preserve">wymagane uprawnienia dla </w:t>
      </w:r>
      <w:r w:rsidR="00E1774C">
        <w:rPr>
          <w:rFonts w:eastAsia="Aptos"/>
          <w:kern w:val="2"/>
          <w:lang w:eastAsia="en-US"/>
          <w14:ligatures w14:val="standardContextual"/>
        </w:rPr>
        <w:t>P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racowników </w:t>
      </w:r>
      <w:r w:rsidR="00E1774C">
        <w:rPr>
          <w:rFonts w:eastAsia="Aptos"/>
          <w:kern w:val="2"/>
          <w:lang w:eastAsia="en-US"/>
          <w14:ligatures w14:val="standardContextual"/>
        </w:rPr>
        <w:t>W</w:t>
      </w:r>
      <w:r w:rsidRPr="00065B3D">
        <w:rPr>
          <w:rFonts w:eastAsia="Aptos"/>
          <w:kern w:val="2"/>
          <w:lang w:eastAsia="en-US"/>
          <w14:ligatures w14:val="standardContextual"/>
        </w:rPr>
        <w:t>ykonawcy</w:t>
      </w:r>
      <w:r w:rsidR="00494E5A">
        <w:rPr>
          <w:rFonts w:eastAsia="Aptos"/>
          <w:kern w:val="2"/>
          <w:lang w:eastAsia="en-US"/>
          <w14:ligatures w14:val="standardContextual"/>
        </w:rPr>
        <w:t>:</w:t>
      </w:r>
    </w:p>
    <w:p w14:paraId="6EA1CF97" w14:textId="77777777" w:rsidR="00065B3D" w:rsidRPr="00065B3D" w:rsidRDefault="00065B3D" w:rsidP="00E1774C">
      <w:pPr>
        <w:spacing w:before="120" w:after="120" w:line="276" w:lineRule="auto"/>
        <w:ind w:left="993" w:hanging="284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–</w:t>
      </w:r>
      <w:r w:rsidRPr="00065B3D">
        <w:rPr>
          <w:rFonts w:eastAsia="Aptos"/>
          <w:kern w:val="2"/>
          <w:lang w:eastAsia="en-US"/>
          <w14:ligatures w14:val="standardContextual"/>
        </w:rPr>
        <w:tab/>
        <w:t>aktualne świadectwo badań okresowych i szkoleń BHP (praca powyżej 3m) (100% osób),</w:t>
      </w:r>
    </w:p>
    <w:p w14:paraId="50A5C632" w14:textId="77777777" w:rsidR="00065B3D" w:rsidRPr="00065B3D" w:rsidRDefault="00065B3D" w:rsidP="00E1774C">
      <w:pPr>
        <w:spacing w:before="120" w:after="120" w:line="276" w:lineRule="auto"/>
        <w:ind w:left="993" w:hanging="284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–</w:t>
      </w:r>
      <w:r w:rsidRPr="00065B3D">
        <w:rPr>
          <w:rFonts w:eastAsia="Aptos"/>
          <w:kern w:val="2"/>
          <w:lang w:eastAsia="en-US"/>
          <w14:ligatures w14:val="standardContextual"/>
        </w:rPr>
        <w:tab/>
        <w:t>aktualne świadectwo kwalifikacyjne G1E (100% osób),</w:t>
      </w:r>
    </w:p>
    <w:p w14:paraId="02B14D33" w14:textId="77777777" w:rsidR="00065B3D" w:rsidRPr="00065B3D" w:rsidRDefault="00065B3D" w:rsidP="00E1774C">
      <w:pPr>
        <w:spacing w:before="120" w:after="120" w:line="276" w:lineRule="auto"/>
        <w:ind w:left="993" w:hanging="284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–</w:t>
      </w:r>
      <w:r w:rsidRPr="00065B3D">
        <w:rPr>
          <w:rFonts w:eastAsia="Aptos"/>
          <w:kern w:val="2"/>
          <w:lang w:eastAsia="en-US"/>
          <w14:ligatures w14:val="standardContextual"/>
        </w:rPr>
        <w:tab/>
        <w:t>aktualne świadectwo kwalifikacyjne G1D (minimum 1 osoba na brygadę),</w:t>
      </w:r>
    </w:p>
    <w:p w14:paraId="66EB599E" w14:textId="77777777" w:rsidR="00065B3D" w:rsidRPr="00065B3D" w:rsidRDefault="00065B3D" w:rsidP="00E1774C">
      <w:pPr>
        <w:spacing w:before="120" w:after="120" w:line="276" w:lineRule="auto"/>
        <w:ind w:left="993" w:hanging="284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–</w:t>
      </w:r>
      <w:r w:rsidRPr="00065B3D">
        <w:rPr>
          <w:rFonts w:eastAsia="Aptos"/>
          <w:kern w:val="2"/>
          <w:lang w:eastAsia="en-US"/>
          <w14:ligatures w14:val="standardContextual"/>
        </w:rPr>
        <w:tab/>
        <w:t>aktualne uprawnienia UDT do obsługi urządzeń dźwignicowych i suwnic (min.1 osoba) wraz z aktualnymi badaniami psychotechnicznymi na obsługę powyższego sprzętu,</w:t>
      </w:r>
    </w:p>
    <w:p w14:paraId="6DD9F62A" w14:textId="4E408078" w:rsidR="00065B3D" w:rsidRPr="006A2054" w:rsidRDefault="00065B3D" w:rsidP="00E1774C">
      <w:pPr>
        <w:spacing w:before="120" w:after="120" w:line="276" w:lineRule="auto"/>
        <w:ind w:left="993" w:hanging="284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–</w:t>
      </w:r>
      <w:r w:rsidRPr="00065B3D">
        <w:rPr>
          <w:rFonts w:eastAsia="Aptos"/>
          <w:kern w:val="2"/>
          <w:lang w:eastAsia="en-US"/>
          <w14:ligatures w14:val="standardContextual"/>
        </w:rPr>
        <w:tab/>
        <w:t>aktualne uprawnienia hakowego (min. 2 osoby)</w:t>
      </w:r>
      <w:r w:rsidR="006C5530" w:rsidRPr="006A2054">
        <w:rPr>
          <w:rFonts w:eastAsia="Aptos"/>
          <w:kern w:val="2"/>
          <w:lang w:eastAsia="en-US"/>
          <w14:ligatures w14:val="standardContextual"/>
        </w:rPr>
        <w:t>.</w:t>
      </w:r>
    </w:p>
    <w:p w14:paraId="6B4F411B" w14:textId="77777777" w:rsidR="006C5530" w:rsidRPr="006A2054" w:rsidRDefault="006C5530" w:rsidP="00E1774C">
      <w:pPr>
        <w:numPr>
          <w:ilvl w:val="1"/>
          <w:numId w:val="22"/>
        </w:numPr>
        <w:spacing w:before="120" w:after="120" w:line="278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6A2054">
        <w:rPr>
          <w:rFonts w:eastAsia="Aptos"/>
          <w:kern w:val="2"/>
          <w:lang w:eastAsia="en-US"/>
          <w14:ligatures w14:val="standardContextual"/>
        </w:rPr>
        <w:t>Zamawiający będzie wymagał wniesienia wadium.</w:t>
      </w:r>
    </w:p>
    <w:p w14:paraId="1175B28B" w14:textId="77777777" w:rsidR="006C5530" w:rsidRDefault="006C5530" w:rsidP="00082B8D">
      <w:p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</w:p>
    <w:p w14:paraId="2687206C" w14:textId="77777777" w:rsidR="002E0852" w:rsidRPr="00065B3D" w:rsidRDefault="002E0852" w:rsidP="00065B3D">
      <w:pPr>
        <w:spacing w:before="120" w:after="120" w:line="276" w:lineRule="auto"/>
        <w:ind w:left="426"/>
        <w:jc w:val="both"/>
        <w:rPr>
          <w:rFonts w:eastAsia="Aptos"/>
          <w:kern w:val="2"/>
          <w:lang w:eastAsia="en-US"/>
          <w14:ligatures w14:val="standardContextual"/>
        </w:rPr>
      </w:pPr>
    </w:p>
    <w:p w14:paraId="0610F393" w14:textId="4E66EFD0" w:rsidR="00065B3D" w:rsidRPr="00065B3D" w:rsidRDefault="00A92B13" w:rsidP="00065B3D">
      <w:pPr>
        <w:spacing w:before="120" w:after="120" w:line="276" w:lineRule="auto"/>
        <w:ind w:left="66"/>
        <w:jc w:val="both"/>
        <w:rPr>
          <w:rFonts w:eastAsia="Aptos"/>
          <w:b/>
          <w:bCs/>
          <w:kern w:val="2"/>
          <w:lang w:eastAsia="en-US"/>
          <w14:ligatures w14:val="standardContextual"/>
        </w:rPr>
      </w:pPr>
      <w:r>
        <w:rPr>
          <w:rFonts w:eastAsia="Aptos"/>
          <w:kern w:val="2"/>
          <w:lang w:eastAsia="en-US"/>
          <w14:ligatures w14:val="standardContextual"/>
        </w:rPr>
        <w:t xml:space="preserve">      </w:t>
      </w:r>
      <w:r w:rsidR="00065B3D" w:rsidRPr="00065B3D">
        <w:rPr>
          <w:rFonts w:eastAsia="Aptos"/>
          <w:b/>
          <w:bCs/>
          <w:kern w:val="2"/>
          <w:lang w:eastAsia="en-US"/>
          <w14:ligatures w14:val="standardContextual"/>
        </w:rPr>
        <w:t xml:space="preserve">Formularz cenowy </w:t>
      </w:r>
    </w:p>
    <w:tbl>
      <w:tblPr>
        <w:tblW w:w="10773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47"/>
        <w:gridCol w:w="579"/>
        <w:gridCol w:w="1218"/>
        <w:gridCol w:w="1334"/>
        <w:gridCol w:w="1417"/>
        <w:gridCol w:w="1134"/>
        <w:gridCol w:w="1134"/>
        <w:gridCol w:w="993"/>
        <w:gridCol w:w="850"/>
      </w:tblGrid>
      <w:tr w:rsidR="003274E7" w:rsidRPr="00065B3D" w14:paraId="0E0A41FA" w14:textId="77777777" w:rsidTr="003274E7">
        <w:trPr>
          <w:trHeight w:val="5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5D0267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L.p.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320582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Rodzaj urządzenia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0A08C5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J.m.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FF3E6A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Cena jednostkowa netto w złotych</w:t>
            </w:r>
          </w:p>
        </w:tc>
      </w:tr>
      <w:tr w:rsidR="00E46D60" w:rsidRPr="00065B3D" w14:paraId="63751EEF" w14:textId="77777777" w:rsidTr="003274E7">
        <w:trPr>
          <w:trHeight w:val="16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C2A7" w14:textId="77777777" w:rsidR="00065B3D" w:rsidRPr="00065B3D" w:rsidRDefault="00065B3D" w:rsidP="00065B3D">
            <w:pPr>
              <w:spacing w:line="276" w:lineRule="auto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484E" w14:textId="77777777" w:rsidR="00065B3D" w:rsidRPr="00065B3D" w:rsidRDefault="00065B3D" w:rsidP="00065B3D">
            <w:pPr>
              <w:spacing w:line="276" w:lineRule="auto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7E53" w14:textId="77777777" w:rsidR="00065B3D" w:rsidRPr="00065B3D" w:rsidRDefault="00065B3D" w:rsidP="00065B3D">
            <w:pPr>
              <w:spacing w:line="276" w:lineRule="auto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E21383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Demontaż i montaż silnika na stanowisku pracy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136F05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 xml:space="preserve">Przegląd silnika wraz z wymianą łożysk (łożyska SKF/FAG/TIMKEN)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96D1E8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 xml:space="preserve">Remont silnika z przezwojeniem wraz z wymianą łożysk (łożyska SKF/FAG/TIMKEN)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FF88DE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Regeneracja czopów wału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32B9D0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Regeneracja gniazd łożyskowych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F427E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Ocena stanu technicznego silnika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76C520" w14:textId="77777777" w:rsidR="00065B3D" w:rsidRPr="00065B3D" w:rsidRDefault="00065B3D" w:rsidP="00065B3D">
            <w:pPr>
              <w:jc w:val="center"/>
              <w:rPr>
                <w:b/>
                <w:bCs/>
                <w:kern w:val="2"/>
                <w:sz w:val="16"/>
                <w:szCs w:val="16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16"/>
                <w:szCs w:val="16"/>
                <w14:ligatures w14:val="standardContextual"/>
              </w:rPr>
              <w:t>Koszt jednego dojazdu i powrotu grupy serwisowej</w:t>
            </w:r>
          </w:p>
        </w:tc>
      </w:tr>
      <w:tr w:rsidR="00E46D60" w:rsidRPr="00065B3D" w14:paraId="26A9B14C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0AD83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D49A4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E441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77CFD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2B48C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5595E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4463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709E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B3164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2BAEB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10</w:t>
            </w:r>
          </w:p>
        </w:tc>
      </w:tr>
      <w:tr w:rsidR="003E2636" w:rsidRPr="00065B3D" w14:paraId="0C10D869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87FA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53B8" w14:textId="77777777" w:rsidR="00065B3D" w:rsidRPr="00065B3D" w:rsidRDefault="00065B3D" w:rsidP="00065B3D">
            <w:pPr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b/>
                <w:bCs/>
                <w:kern w:val="2"/>
                <w:sz w:val="20"/>
                <w:szCs w:val="20"/>
                <w14:ligatures w14:val="standardContextual"/>
              </w:rPr>
              <w:t>Silnik (kW)</w:t>
            </w:r>
          </w:p>
        </w:tc>
        <w:tc>
          <w:tcPr>
            <w:tcW w:w="78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C81C7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 </w:t>
            </w:r>
          </w:p>
        </w:tc>
        <w:tc>
          <w:tcPr>
            <w:tcW w:w="850" w:type="dxa"/>
            <w:noWrap/>
            <w:vAlign w:val="bottom"/>
            <w:hideMark/>
          </w:tcPr>
          <w:p w14:paraId="615B7127" w14:textId="77777777" w:rsidR="00065B3D" w:rsidRPr="00065B3D" w:rsidRDefault="00065B3D" w:rsidP="00065B3D">
            <w:pPr>
              <w:spacing w:after="160" w:line="276" w:lineRule="auto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04EEE333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AF58E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B3861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do 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BB61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73F6C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8DB25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C3C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37381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2E226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A8DD0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F65BC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2862567E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EBF6B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245F0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5 do 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1C868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1E472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5B8C3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F865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EEF5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1B73A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EEA0A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53D6C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569F923D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CD5CC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2CB87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 xml:space="preserve">od 10 do 20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6BA68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A02BE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207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36A12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92EC0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3391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304AC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70D21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48F5CC62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13B0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2257E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20 do 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55BD1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0434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2F421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C8C4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F389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BECA5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281B0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5FE33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6664DD31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ADFC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562FC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30 do 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30721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575EC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9CD66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9CD1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EFCE5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8C6D6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0470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430E8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3BCC0EF7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68162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E6B9D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50 do 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325CC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F30E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221F3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3427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A3F1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C4459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6BE1B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7FF5A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74CC31CF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6E975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6EB2B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80 do 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8BD45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1C23B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513D2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63694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8BD0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9B480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7A59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9F18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480D460C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FC716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7E9F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110 do 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75541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E80FF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77D13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5EB7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7ECFA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3977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873CE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F7D0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46D60" w:rsidRPr="00065B3D" w14:paraId="73C7963E" w14:textId="77777777" w:rsidTr="003274E7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50A9C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4CAC1" w14:textId="77777777" w:rsidR="00065B3D" w:rsidRPr="00065B3D" w:rsidRDefault="00065B3D" w:rsidP="00065B3D">
            <w:pPr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od 140 do 180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31DEA" w14:textId="77777777" w:rsidR="00065B3D" w:rsidRPr="00065B3D" w:rsidRDefault="00065B3D" w:rsidP="00065B3D">
            <w:pPr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65B3D">
              <w:rPr>
                <w:kern w:val="2"/>
                <w:sz w:val="20"/>
                <w:szCs w:val="20"/>
                <w14:ligatures w14:val="standardContextual"/>
              </w:rPr>
              <w:t>szt.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5EA4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EA21A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DA846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D3D67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96632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25479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F644D" w14:textId="77777777" w:rsidR="00065B3D" w:rsidRPr="00065B3D" w:rsidRDefault="00065B3D" w:rsidP="00065B3D">
            <w:pPr>
              <w:jc w:val="right"/>
              <w:rPr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388FA35D" w14:textId="77777777" w:rsidR="00065B3D" w:rsidRDefault="00065B3D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p w14:paraId="0264AA85" w14:textId="77777777" w:rsidR="00D9567A" w:rsidRDefault="00D9567A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p w14:paraId="58CFF964" w14:textId="77777777" w:rsidR="00D9567A" w:rsidRPr="00F7019B" w:rsidRDefault="00D9567A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tbl>
      <w:tblPr>
        <w:tblW w:w="9548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81"/>
        <w:gridCol w:w="2905"/>
      </w:tblGrid>
      <w:tr w:rsidR="005A7831" w:rsidRPr="005A7831" w14:paraId="1127408B" w14:textId="77777777" w:rsidTr="005306A7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43597D92" w14:textId="77777777" w:rsidR="005A7831" w:rsidRPr="005A7831" w:rsidRDefault="005A7831" w:rsidP="005306A7">
            <w:pPr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5A783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5B333243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7831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informacje: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561C2794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7831">
              <w:rPr>
                <w:rFonts w:ascii="Calibri" w:hAnsi="Calibri" w:cs="Calibri"/>
                <w:b/>
                <w:bCs/>
                <w:sz w:val="20"/>
                <w:szCs w:val="20"/>
              </w:rPr>
              <w:t>Odpowiedź</w:t>
            </w:r>
          </w:p>
        </w:tc>
      </w:tr>
      <w:tr w:rsidR="005A7831" w:rsidRPr="005A7831" w14:paraId="606D76DF" w14:textId="77777777" w:rsidTr="005306A7">
        <w:trPr>
          <w:trHeight w:val="1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hideMark/>
          </w:tcPr>
          <w:p w14:paraId="29E3DDED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C5A73D" w14:textId="20026638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Czy Wykonawca jest  zainter</w:t>
            </w:r>
            <w:r w:rsidR="00DC0C5B">
              <w:rPr>
                <w:rFonts w:ascii="Calibri" w:hAnsi="Calibri" w:cs="Calibri"/>
                <w:color w:val="000000"/>
              </w:rPr>
              <w:t>e</w:t>
            </w:r>
            <w:r w:rsidRPr="005A7831">
              <w:rPr>
                <w:rFonts w:ascii="Calibri" w:hAnsi="Calibri" w:cs="Calibri"/>
                <w:color w:val="000000"/>
              </w:rPr>
              <w:t>sowany postępowaniem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AD9658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3A59F17D" w14:textId="77777777" w:rsidTr="005306A7">
        <w:trPr>
          <w:trHeight w:val="49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7D238F1E" w14:textId="77777777" w:rsidR="005A7831" w:rsidRPr="005A7831" w:rsidRDefault="005A7831" w:rsidP="005306A7">
            <w:pPr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5A783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23D7"/>
            <w:vAlign w:val="center"/>
            <w:hideMark/>
          </w:tcPr>
          <w:p w14:paraId="583668A9" w14:textId="77777777" w:rsidR="005A7831" w:rsidRPr="00B2224C" w:rsidRDefault="005A7831" w:rsidP="005306A7">
            <w:pPr>
              <w:ind w:left="-1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24C">
              <w:rPr>
                <w:rFonts w:ascii="Calibri" w:hAnsi="Calibri" w:cs="Calibri"/>
                <w:b/>
                <w:bCs/>
                <w:sz w:val="20"/>
                <w:szCs w:val="20"/>
              </w:rPr>
              <w:t>Istotne dla Wykonawcy elementy kontraktowe/uwagi (należy wpisać w pole poniżej)</w:t>
            </w:r>
          </w:p>
        </w:tc>
      </w:tr>
      <w:tr w:rsidR="005A7831" w:rsidRPr="005A7831" w14:paraId="0D123BA3" w14:textId="77777777" w:rsidTr="005306A7">
        <w:trPr>
          <w:trHeight w:val="8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79216F0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2A86B674" w14:textId="547383AB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23FB3362" w14:textId="77777777" w:rsidTr="005306A7">
        <w:trPr>
          <w:trHeight w:val="95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F86983C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398AFC3B" w14:textId="6818A662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674CC346" w14:textId="77777777" w:rsidTr="005306A7">
        <w:trPr>
          <w:trHeight w:val="9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6EF092B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4B3FBD44" w14:textId="0B8354F1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3D624E7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7A3BBFDE" w14:textId="3C77C174" w:rsidR="00A87D14" w:rsidRPr="00FD3CE5" w:rsidRDefault="00A87D14" w:rsidP="005B65F6">
      <w:pPr>
        <w:rPr>
          <w:sz w:val="14"/>
          <w:szCs w:val="14"/>
        </w:rPr>
      </w:pPr>
    </w:p>
    <w:p w14:paraId="73E299DD" w14:textId="45E2C91C" w:rsidR="00A87D14" w:rsidRPr="00FD3CE5" w:rsidRDefault="00EB508A" w:rsidP="005B65F6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</w:t>
      </w:r>
      <w:r w:rsidR="00DF6982">
        <w:rPr>
          <w:sz w:val="14"/>
          <w:szCs w:val="14"/>
        </w:rPr>
        <w:pict w14:anchorId="374B17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51.5pt;height:75.2pt">
            <v:imagedata r:id="rId13" o:title=""/>
            <o:lock v:ext="edit" ungrouping="t" rotation="t" cropping="t" verticies="t" text="t" grouping="t"/>
            <o:signatureline v:ext="edit" id="{699DA038-7955-4B8F-BA3D-0254DE2226BD}" provid="{00000000-0000-0000-0000-000000000000}" o:suggestedsigner2="Sekretarz Zespołu Zakupowego" issignatureline="t"/>
          </v:shape>
        </w:pict>
      </w:r>
    </w:p>
    <w:sectPr w:rsidR="00A87D14" w:rsidRPr="00FD3CE5" w:rsidSect="000B3935">
      <w:headerReference w:type="default" r:id="rId14"/>
      <w:footerReference w:type="default" r:id="rId15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61195" w14:textId="77777777" w:rsidR="00465EB9" w:rsidRDefault="00465EB9" w:rsidP="00434F8A">
      <w:r>
        <w:separator/>
      </w:r>
    </w:p>
  </w:endnote>
  <w:endnote w:type="continuationSeparator" w:id="0">
    <w:p w14:paraId="798D77E8" w14:textId="77777777" w:rsidR="00465EB9" w:rsidRDefault="00465EB9" w:rsidP="0043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BC0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TAURON Serwis sp. z o.o.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NIP: 954 273 20 23, REGON: 242735211</w:t>
    </w:r>
  </w:p>
  <w:p w14:paraId="7893FAFA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ul. Promienna 7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Kapitał zakładowy (wpłacony): 4.596 700,00 zł</w:t>
    </w:r>
  </w:p>
  <w:p w14:paraId="601044C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43-603 Jaworzno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Rejestracja: Sąd Rejonowy Katowice-Wschód w Katowicach</w:t>
    </w:r>
  </w:p>
  <w:p w14:paraId="6B2A645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 xml:space="preserve">Wydział VIII Gospodarczy Krajowego Rejestru Sądowego </w:t>
    </w:r>
  </w:p>
  <w:p w14:paraId="54597C8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pod numerem KRS: 0000396347</w:t>
    </w:r>
    <w:r w:rsidRPr="00F44FC8">
      <w:rPr>
        <w:rFonts w:ascii="Titillium" w:eastAsia="Calibri" w:hAnsi="Titillium" w:cs="Times New Roman (Tekst podstawo"/>
        <w:color w:val="000000"/>
        <w:sz w:val="14"/>
        <w:szCs w:val="24"/>
        <w:lang w:eastAsia="en-US"/>
      </w:rPr>
      <w:tab/>
    </w:r>
    <w:r w:rsidRPr="00F44FC8"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  <w:t>tauron-serwis.pl</w:t>
    </w:r>
  </w:p>
  <w:p w14:paraId="4F49B95E" w14:textId="545B4D44" w:rsidR="00434F8A" w:rsidRDefault="00434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91A65" w14:textId="77777777" w:rsidR="00465EB9" w:rsidRDefault="00465EB9" w:rsidP="00434F8A">
      <w:r>
        <w:separator/>
      </w:r>
    </w:p>
  </w:footnote>
  <w:footnote w:type="continuationSeparator" w:id="0">
    <w:p w14:paraId="3DCF9F31" w14:textId="77777777" w:rsidR="00465EB9" w:rsidRDefault="00465EB9" w:rsidP="0043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3776"/>
      <w:docPartObj>
        <w:docPartGallery w:val="Watermarks"/>
        <w:docPartUnique/>
      </w:docPartObj>
    </w:sdtPr>
    <w:sdtContent>
      <w:p w14:paraId="64F3EA10" w14:textId="023953BE" w:rsidR="003379F4" w:rsidRDefault="00000000">
        <w:pPr>
          <w:pStyle w:val="Nagwek"/>
        </w:pPr>
        <w:r>
          <w:rPr>
            <w:noProof/>
            <w:lang w:val="en-US" w:eastAsia="en-US" w:bidi="he-IL"/>
          </w:rPr>
          <w:pict w14:anchorId="58CC1D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1025" type="#_x0000_t136" alt="{&quot;HashCode&quot;:-843689845,&quot;Height&quot;:841.0,&quot;Width&quot;:595.0,&quot;Placement&quot;:&quot;Header&quot;,&quot;Index&quot;:&quot;Primary&quot;,&quot;Section&quot;:1,&quot;Top&quot;:-999995.0,&quot;Left&quot;:-999995.0}" style="position:absolute;margin-left:0;margin-top:0;width:485.65pt;height:20.2pt;rotation:315;z-index:-251658752;visibility:hidden;mso-position-horizontal:center;mso-position-horizontal-relative:margin;mso-position-vertical:center;mso-position-vertical-relative:margin" o:allowincell="f" fillcolor="#a80000" stroked="f">
              <v:textpath style="font-family:&quot;Calibri&quot;;font-size:15pt" string="Grupa etykiet SPECJALNE. Nie należy stosować tej etykiety. Proszę ją usunąć.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A9F"/>
    <w:multiLevelType w:val="hybridMultilevel"/>
    <w:tmpl w:val="5BCC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49C"/>
    <w:multiLevelType w:val="hybridMultilevel"/>
    <w:tmpl w:val="C5D2C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0D1E"/>
    <w:multiLevelType w:val="hybridMultilevel"/>
    <w:tmpl w:val="D958A4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020068"/>
    <w:multiLevelType w:val="hybridMultilevel"/>
    <w:tmpl w:val="369C7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312F"/>
    <w:multiLevelType w:val="hybridMultilevel"/>
    <w:tmpl w:val="49BE4CB8"/>
    <w:lvl w:ilvl="0" w:tplc="C3CAB3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21F45"/>
    <w:multiLevelType w:val="hybridMultilevel"/>
    <w:tmpl w:val="BB008F86"/>
    <w:lvl w:ilvl="0" w:tplc="A4B2EE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E2795"/>
    <w:multiLevelType w:val="hybridMultilevel"/>
    <w:tmpl w:val="73C0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296"/>
    <w:multiLevelType w:val="hybridMultilevel"/>
    <w:tmpl w:val="D93C4F2A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DEF68BE"/>
    <w:multiLevelType w:val="hybridMultilevel"/>
    <w:tmpl w:val="02364986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FEE0A38"/>
    <w:multiLevelType w:val="hybridMultilevel"/>
    <w:tmpl w:val="5D5AD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0348F"/>
    <w:multiLevelType w:val="multilevel"/>
    <w:tmpl w:val="130A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17A303C"/>
    <w:multiLevelType w:val="hybridMultilevel"/>
    <w:tmpl w:val="AC62A578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596"/>
    <w:multiLevelType w:val="multilevel"/>
    <w:tmpl w:val="89E82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4257F"/>
    <w:multiLevelType w:val="hybridMultilevel"/>
    <w:tmpl w:val="529A6C42"/>
    <w:lvl w:ilvl="0" w:tplc="954ACC1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8C44650"/>
    <w:multiLevelType w:val="hybridMultilevel"/>
    <w:tmpl w:val="4F2A5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728EF"/>
    <w:multiLevelType w:val="hybridMultilevel"/>
    <w:tmpl w:val="87CC46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C41254"/>
    <w:multiLevelType w:val="hybridMultilevel"/>
    <w:tmpl w:val="AF247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5B05"/>
    <w:multiLevelType w:val="hybridMultilevel"/>
    <w:tmpl w:val="F508CBA8"/>
    <w:lvl w:ilvl="0" w:tplc="82545B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D784E"/>
    <w:multiLevelType w:val="hybridMultilevel"/>
    <w:tmpl w:val="9A4491E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7183775A"/>
    <w:multiLevelType w:val="hybridMultilevel"/>
    <w:tmpl w:val="71CC2956"/>
    <w:lvl w:ilvl="0" w:tplc="840077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4869D9"/>
    <w:multiLevelType w:val="hybridMultilevel"/>
    <w:tmpl w:val="B574CE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12033"/>
    <w:multiLevelType w:val="hybridMultilevel"/>
    <w:tmpl w:val="0A7EBE08"/>
    <w:lvl w:ilvl="0" w:tplc="D862BFE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E6CF2"/>
    <w:multiLevelType w:val="hybridMultilevel"/>
    <w:tmpl w:val="B6CE9622"/>
    <w:lvl w:ilvl="0" w:tplc="840077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C947BDC"/>
    <w:multiLevelType w:val="hybridMultilevel"/>
    <w:tmpl w:val="16A2B3BA"/>
    <w:lvl w:ilvl="0" w:tplc="0415000F">
      <w:start w:val="1"/>
      <w:numFmt w:val="decimal"/>
      <w:lvlText w:val="%1.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num w:numId="1" w16cid:durableId="1221357867">
    <w:abstractNumId w:val="21"/>
  </w:num>
  <w:num w:numId="2" w16cid:durableId="1649476937">
    <w:abstractNumId w:val="17"/>
  </w:num>
  <w:num w:numId="3" w16cid:durableId="711073211">
    <w:abstractNumId w:val="3"/>
  </w:num>
  <w:num w:numId="4" w16cid:durableId="568077554">
    <w:abstractNumId w:val="9"/>
  </w:num>
  <w:num w:numId="5" w16cid:durableId="593707013">
    <w:abstractNumId w:val="11"/>
  </w:num>
  <w:num w:numId="6" w16cid:durableId="1033387914">
    <w:abstractNumId w:val="0"/>
  </w:num>
  <w:num w:numId="7" w16cid:durableId="247425421">
    <w:abstractNumId w:val="4"/>
  </w:num>
  <w:num w:numId="8" w16cid:durableId="1790005368">
    <w:abstractNumId w:val="18"/>
  </w:num>
  <w:num w:numId="9" w16cid:durableId="1693920271">
    <w:abstractNumId w:val="6"/>
  </w:num>
  <w:num w:numId="10" w16cid:durableId="1820804919">
    <w:abstractNumId w:val="13"/>
  </w:num>
  <w:num w:numId="11" w16cid:durableId="1407603810">
    <w:abstractNumId w:val="2"/>
  </w:num>
  <w:num w:numId="12" w16cid:durableId="1458719644">
    <w:abstractNumId w:val="8"/>
  </w:num>
  <w:num w:numId="13" w16cid:durableId="1211529887">
    <w:abstractNumId w:val="15"/>
  </w:num>
  <w:num w:numId="14" w16cid:durableId="1736930963">
    <w:abstractNumId w:val="7"/>
  </w:num>
  <w:num w:numId="15" w16cid:durableId="2131048875">
    <w:abstractNumId w:val="16"/>
  </w:num>
  <w:num w:numId="16" w16cid:durableId="2013488020">
    <w:abstractNumId w:val="14"/>
  </w:num>
  <w:num w:numId="17" w16cid:durableId="1994678970">
    <w:abstractNumId w:val="1"/>
  </w:num>
  <w:num w:numId="18" w16cid:durableId="1425802840">
    <w:abstractNumId w:val="5"/>
  </w:num>
  <w:num w:numId="19" w16cid:durableId="2056734716">
    <w:abstractNumId w:val="12"/>
  </w:num>
  <w:num w:numId="20" w16cid:durableId="1979187415">
    <w:abstractNumId w:val="19"/>
  </w:num>
  <w:num w:numId="21" w16cid:durableId="1538735360">
    <w:abstractNumId w:val="22"/>
  </w:num>
  <w:num w:numId="22" w16cid:durableId="183786726">
    <w:abstractNumId w:val="10"/>
  </w:num>
  <w:num w:numId="23" w16cid:durableId="1106776668">
    <w:abstractNumId w:val="23"/>
  </w:num>
  <w:num w:numId="24" w16cid:durableId="1003974163">
    <w:abstractNumId w:val="20"/>
  </w:num>
  <w:num w:numId="25" w16cid:durableId="171272776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2150906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652176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408960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A"/>
    <w:rsid w:val="00002A55"/>
    <w:rsid w:val="00010728"/>
    <w:rsid w:val="000278B1"/>
    <w:rsid w:val="000322C4"/>
    <w:rsid w:val="0003310A"/>
    <w:rsid w:val="00035894"/>
    <w:rsid w:val="00054EAF"/>
    <w:rsid w:val="00061CE1"/>
    <w:rsid w:val="000636B5"/>
    <w:rsid w:val="00065B3D"/>
    <w:rsid w:val="0008234F"/>
    <w:rsid w:val="00082B8D"/>
    <w:rsid w:val="00084FD6"/>
    <w:rsid w:val="000953D4"/>
    <w:rsid w:val="000968D8"/>
    <w:rsid w:val="000A479F"/>
    <w:rsid w:val="000B3935"/>
    <w:rsid w:val="000B6155"/>
    <w:rsid w:val="000B6A20"/>
    <w:rsid w:val="000C4981"/>
    <w:rsid w:val="000E4DC4"/>
    <w:rsid w:val="000F7F0D"/>
    <w:rsid w:val="001004F9"/>
    <w:rsid w:val="001058CB"/>
    <w:rsid w:val="00113340"/>
    <w:rsid w:val="0012096A"/>
    <w:rsid w:val="00120BAC"/>
    <w:rsid w:val="001243AE"/>
    <w:rsid w:val="00130B94"/>
    <w:rsid w:val="00130BB0"/>
    <w:rsid w:val="001335E2"/>
    <w:rsid w:val="00143A47"/>
    <w:rsid w:val="00145438"/>
    <w:rsid w:val="0016274B"/>
    <w:rsid w:val="001650C4"/>
    <w:rsid w:val="001669F2"/>
    <w:rsid w:val="00175983"/>
    <w:rsid w:val="00176FBC"/>
    <w:rsid w:val="0018433C"/>
    <w:rsid w:val="001B4BE8"/>
    <w:rsid w:val="001C2A9C"/>
    <w:rsid w:val="001D05A6"/>
    <w:rsid w:val="001D2474"/>
    <w:rsid w:val="001D4296"/>
    <w:rsid w:val="001E7F5C"/>
    <w:rsid w:val="001F02F5"/>
    <w:rsid w:val="001F3F86"/>
    <w:rsid w:val="001F5FE6"/>
    <w:rsid w:val="00203DEA"/>
    <w:rsid w:val="00204788"/>
    <w:rsid w:val="00207D1B"/>
    <w:rsid w:val="0021439B"/>
    <w:rsid w:val="00215609"/>
    <w:rsid w:val="0022239B"/>
    <w:rsid w:val="002248AA"/>
    <w:rsid w:val="00234C52"/>
    <w:rsid w:val="0024153A"/>
    <w:rsid w:val="00247F87"/>
    <w:rsid w:val="00253BD4"/>
    <w:rsid w:val="00265471"/>
    <w:rsid w:val="0026624A"/>
    <w:rsid w:val="00272CD2"/>
    <w:rsid w:val="00276B1F"/>
    <w:rsid w:val="002803D0"/>
    <w:rsid w:val="00292BAE"/>
    <w:rsid w:val="0029721B"/>
    <w:rsid w:val="002A33D0"/>
    <w:rsid w:val="002C43D9"/>
    <w:rsid w:val="002D2A33"/>
    <w:rsid w:val="002E0852"/>
    <w:rsid w:val="002F20C9"/>
    <w:rsid w:val="002F3783"/>
    <w:rsid w:val="002F7D14"/>
    <w:rsid w:val="0030198B"/>
    <w:rsid w:val="00302CCF"/>
    <w:rsid w:val="003274E7"/>
    <w:rsid w:val="00333FB1"/>
    <w:rsid w:val="003379F4"/>
    <w:rsid w:val="003666BD"/>
    <w:rsid w:val="0037219F"/>
    <w:rsid w:val="00376C01"/>
    <w:rsid w:val="003828A9"/>
    <w:rsid w:val="00384D62"/>
    <w:rsid w:val="003A7278"/>
    <w:rsid w:val="003B1148"/>
    <w:rsid w:val="003B1B0F"/>
    <w:rsid w:val="003B4D4C"/>
    <w:rsid w:val="003B5914"/>
    <w:rsid w:val="003D66DF"/>
    <w:rsid w:val="003D736E"/>
    <w:rsid w:val="003E1628"/>
    <w:rsid w:val="003E2636"/>
    <w:rsid w:val="00400B13"/>
    <w:rsid w:val="00412B14"/>
    <w:rsid w:val="0041430D"/>
    <w:rsid w:val="00415BE0"/>
    <w:rsid w:val="0041735B"/>
    <w:rsid w:val="0042308A"/>
    <w:rsid w:val="00434F8A"/>
    <w:rsid w:val="00440E31"/>
    <w:rsid w:val="0044227A"/>
    <w:rsid w:val="00452EFC"/>
    <w:rsid w:val="00453B6A"/>
    <w:rsid w:val="0045761E"/>
    <w:rsid w:val="00457D32"/>
    <w:rsid w:val="00464870"/>
    <w:rsid w:val="00465DD9"/>
    <w:rsid w:val="00465EB9"/>
    <w:rsid w:val="00490708"/>
    <w:rsid w:val="004947D0"/>
    <w:rsid w:val="00494E5A"/>
    <w:rsid w:val="004B0DD1"/>
    <w:rsid w:val="004B6038"/>
    <w:rsid w:val="004C55F0"/>
    <w:rsid w:val="004D2244"/>
    <w:rsid w:val="004D3B9D"/>
    <w:rsid w:val="004E0288"/>
    <w:rsid w:val="004F23D7"/>
    <w:rsid w:val="004F62C8"/>
    <w:rsid w:val="00503DA9"/>
    <w:rsid w:val="00506DE6"/>
    <w:rsid w:val="00514197"/>
    <w:rsid w:val="005217A1"/>
    <w:rsid w:val="005306A7"/>
    <w:rsid w:val="00531B2A"/>
    <w:rsid w:val="00545472"/>
    <w:rsid w:val="00546085"/>
    <w:rsid w:val="005463BA"/>
    <w:rsid w:val="00547578"/>
    <w:rsid w:val="00572064"/>
    <w:rsid w:val="005842E4"/>
    <w:rsid w:val="005863D9"/>
    <w:rsid w:val="00591F21"/>
    <w:rsid w:val="005A1730"/>
    <w:rsid w:val="005A48AD"/>
    <w:rsid w:val="005A7831"/>
    <w:rsid w:val="005B65F6"/>
    <w:rsid w:val="005C14FD"/>
    <w:rsid w:val="005D01F1"/>
    <w:rsid w:val="005E121E"/>
    <w:rsid w:val="005F0329"/>
    <w:rsid w:val="005F66BB"/>
    <w:rsid w:val="00602215"/>
    <w:rsid w:val="006031CC"/>
    <w:rsid w:val="006042F0"/>
    <w:rsid w:val="00607C88"/>
    <w:rsid w:val="0061674A"/>
    <w:rsid w:val="00632CBE"/>
    <w:rsid w:val="006357F9"/>
    <w:rsid w:val="0064179F"/>
    <w:rsid w:val="00651578"/>
    <w:rsid w:val="00680454"/>
    <w:rsid w:val="006874B0"/>
    <w:rsid w:val="006A18DD"/>
    <w:rsid w:val="006A2054"/>
    <w:rsid w:val="006A6CE1"/>
    <w:rsid w:val="006C3C61"/>
    <w:rsid w:val="006C5530"/>
    <w:rsid w:val="006C7392"/>
    <w:rsid w:val="006E5917"/>
    <w:rsid w:val="006F211D"/>
    <w:rsid w:val="006F25E5"/>
    <w:rsid w:val="006F46FC"/>
    <w:rsid w:val="006F5E20"/>
    <w:rsid w:val="00713074"/>
    <w:rsid w:val="007234D6"/>
    <w:rsid w:val="0073019C"/>
    <w:rsid w:val="0074540A"/>
    <w:rsid w:val="00746EDB"/>
    <w:rsid w:val="0075229D"/>
    <w:rsid w:val="00761293"/>
    <w:rsid w:val="0076346C"/>
    <w:rsid w:val="00764337"/>
    <w:rsid w:val="00770B48"/>
    <w:rsid w:val="00772533"/>
    <w:rsid w:val="0077394F"/>
    <w:rsid w:val="0078493F"/>
    <w:rsid w:val="00784988"/>
    <w:rsid w:val="00797645"/>
    <w:rsid w:val="007A66EA"/>
    <w:rsid w:val="007B138D"/>
    <w:rsid w:val="007B3625"/>
    <w:rsid w:val="007C50F0"/>
    <w:rsid w:val="007C78F5"/>
    <w:rsid w:val="007D1AEB"/>
    <w:rsid w:val="007D2A1F"/>
    <w:rsid w:val="007E08CC"/>
    <w:rsid w:val="007F0DFE"/>
    <w:rsid w:val="007F24FC"/>
    <w:rsid w:val="008070FC"/>
    <w:rsid w:val="008660BA"/>
    <w:rsid w:val="00867F10"/>
    <w:rsid w:val="008717B5"/>
    <w:rsid w:val="00871B81"/>
    <w:rsid w:val="0087200A"/>
    <w:rsid w:val="008A15AF"/>
    <w:rsid w:val="008B1666"/>
    <w:rsid w:val="008C01A3"/>
    <w:rsid w:val="008C7EC7"/>
    <w:rsid w:val="008D5CAF"/>
    <w:rsid w:val="008E0A68"/>
    <w:rsid w:val="008F489E"/>
    <w:rsid w:val="00904C58"/>
    <w:rsid w:val="00914631"/>
    <w:rsid w:val="00926109"/>
    <w:rsid w:val="009752CA"/>
    <w:rsid w:val="0098181F"/>
    <w:rsid w:val="00982019"/>
    <w:rsid w:val="00984EF9"/>
    <w:rsid w:val="0099426B"/>
    <w:rsid w:val="00995539"/>
    <w:rsid w:val="009A3418"/>
    <w:rsid w:val="009B14E8"/>
    <w:rsid w:val="009B32ED"/>
    <w:rsid w:val="009B5BCF"/>
    <w:rsid w:val="009B6793"/>
    <w:rsid w:val="009C0AB5"/>
    <w:rsid w:val="009C208D"/>
    <w:rsid w:val="009D2458"/>
    <w:rsid w:val="009E2DE2"/>
    <w:rsid w:val="009F4F1E"/>
    <w:rsid w:val="009F6084"/>
    <w:rsid w:val="009F64F7"/>
    <w:rsid w:val="00A0550A"/>
    <w:rsid w:val="00A14938"/>
    <w:rsid w:val="00A229A4"/>
    <w:rsid w:val="00A4505C"/>
    <w:rsid w:val="00A533E6"/>
    <w:rsid w:val="00A60BEE"/>
    <w:rsid w:val="00A75746"/>
    <w:rsid w:val="00A76F20"/>
    <w:rsid w:val="00A83896"/>
    <w:rsid w:val="00A87D14"/>
    <w:rsid w:val="00A92B13"/>
    <w:rsid w:val="00A95F2D"/>
    <w:rsid w:val="00AA0057"/>
    <w:rsid w:val="00AB14FB"/>
    <w:rsid w:val="00AB2BAC"/>
    <w:rsid w:val="00AB5249"/>
    <w:rsid w:val="00AC1B24"/>
    <w:rsid w:val="00AE4B9B"/>
    <w:rsid w:val="00AF73F3"/>
    <w:rsid w:val="00B02F9E"/>
    <w:rsid w:val="00B06C1D"/>
    <w:rsid w:val="00B1153C"/>
    <w:rsid w:val="00B11823"/>
    <w:rsid w:val="00B21467"/>
    <w:rsid w:val="00B2224C"/>
    <w:rsid w:val="00B30827"/>
    <w:rsid w:val="00B42100"/>
    <w:rsid w:val="00B50B4F"/>
    <w:rsid w:val="00B5588D"/>
    <w:rsid w:val="00B63EA2"/>
    <w:rsid w:val="00B663B9"/>
    <w:rsid w:val="00B70D08"/>
    <w:rsid w:val="00B71520"/>
    <w:rsid w:val="00BA1937"/>
    <w:rsid w:val="00BC04B7"/>
    <w:rsid w:val="00BC6735"/>
    <w:rsid w:val="00BC6738"/>
    <w:rsid w:val="00BC6D37"/>
    <w:rsid w:val="00BD0E5E"/>
    <w:rsid w:val="00BD4C43"/>
    <w:rsid w:val="00BF4EE1"/>
    <w:rsid w:val="00BF7DDC"/>
    <w:rsid w:val="00C30797"/>
    <w:rsid w:val="00C3376C"/>
    <w:rsid w:val="00C36FA1"/>
    <w:rsid w:val="00C375EB"/>
    <w:rsid w:val="00C41CE3"/>
    <w:rsid w:val="00C42FE7"/>
    <w:rsid w:val="00C70A9B"/>
    <w:rsid w:val="00C71EC7"/>
    <w:rsid w:val="00C765A2"/>
    <w:rsid w:val="00C81312"/>
    <w:rsid w:val="00C84988"/>
    <w:rsid w:val="00C85F8A"/>
    <w:rsid w:val="00CB0792"/>
    <w:rsid w:val="00CC11C5"/>
    <w:rsid w:val="00CD0441"/>
    <w:rsid w:val="00CD2EA2"/>
    <w:rsid w:val="00CD4F72"/>
    <w:rsid w:val="00CE7BBB"/>
    <w:rsid w:val="00CF1B11"/>
    <w:rsid w:val="00CF637A"/>
    <w:rsid w:val="00D1207B"/>
    <w:rsid w:val="00D13893"/>
    <w:rsid w:val="00D27136"/>
    <w:rsid w:val="00D316AB"/>
    <w:rsid w:val="00D36C2A"/>
    <w:rsid w:val="00D4096E"/>
    <w:rsid w:val="00D41C90"/>
    <w:rsid w:val="00D67D56"/>
    <w:rsid w:val="00D93AD0"/>
    <w:rsid w:val="00D9567A"/>
    <w:rsid w:val="00DA1B22"/>
    <w:rsid w:val="00DA6984"/>
    <w:rsid w:val="00DB01B2"/>
    <w:rsid w:val="00DB2387"/>
    <w:rsid w:val="00DB54C5"/>
    <w:rsid w:val="00DB6C1E"/>
    <w:rsid w:val="00DC0C5B"/>
    <w:rsid w:val="00DD339E"/>
    <w:rsid w:val="00DD573A"/>
    <w:rsid w:val="00DE207D"/>
    <w:rsid w:val="00DF45C1"/>
    <w:rsid w:val="00DF6982"/>
    <w:rsid w:val="00E07704"/>
    <w:rsid w:val="00E121AF"/>
    <w:rsid w:val="00E1412F"/>
    <w:rsid w:val="00E1696C"/>
    <w:rsid w:val="00E1774C"/>
    <w:rsid w:val="00E21883"/>
    <w:rsid w:val="00E21B6B"/>
    <w:rsid w:val="00E415C6"/>
    <w:rsid w:val="00E46D60"/>
    <w:rsid w:val="00E5151F"/>
    <w:rsid w:val="00E53BBB"/>
    <w:rsid w:val="00E545B6"/>
    <w:rsid w:val="00E60349"/>
    <w:rsid w:val="00E60E97"/>
    <w:rsid w:val="00E677FA"/>
    <w:rsid w:val="00E82A8D"/>
    <w:rsid w:val="00E8314D"/>
    <w:rsid w:val="00E8324F"/>
    <w:rsid w:val="00E845F3"/>
    <w:rsid w:val="00E85F9A"/>
    <w:rsid w:val="00E925FE"/>
    <w:rsid w:val="00E965D9"/>
    <w:rsid w:val="00E9714C"/>
    <w:rsid w:val="00EA6D59"/>
    <w:rsid w:val="00EB508A"/>
    <w:rsid w:val="00EC7C35"/>
    <w:rsid w:val="00ED1B5A"/>
    <w:rsid w:val="00ED641D"/>
    <w:rsid w:val="00EE095D"/>
    <w:rsid w:val="00EE4ADC"/>
    <w:rsid w:val="00EE6179"/>
    <w:rsid w:val="00F07B3B"/>
    <w:rsid w:val="00F147C4"/>
    <w:rsid w:val="00F2356E"/>
    <w:rsid w:val="00F24163"/>
    <w:rsid w:val="00F270FF"/>
    <w:rsid w:val="00F31426"/>
    <w:rsid w:val="00F44FC8"/>
    <w:rsid w:val="00F467F1"/>
    <w:rsid w:val="00F60C44"/>
    <w:rsid w:val="00F64036"/>
    <w:rsid w:val="00F7019B"/>
    <w:rsid w:val="00F945FA"/>
    <w:rsid w:val="00FA3833"/>
    <w:rsid w:val="00FC79BA"/>
    <w:rsid w:val="00FD0E4A"/>
    <w:rsid w:val="00FD1F11"/>
    <w:rsid w:val="00FD3CE5"/>
    <w:rsid w:val="00FE02B0"/>
    <w:rsid w:val="00FE5C53"/>
    <w:rsid w:val="00FF34D2"/>
    <w:rsid w:val="094CDB09"/>
    <w:rsid w:val="2A37F3DD"/>
    <w:rsid w:val="2E0399DC"/>
    <w:rsid w:val="303E2C46"/>
    <w:rsid w:val="35055AEC"/>
    <w:rsid w:val="36D34EB7"/>
    <w:rsid w:val="42C9D3D5"/>
    <w:rsid w:val="46701ACB"/>
    <w:rsid w:val="4ECCB143"/>
    <w:rsid w:val="576A74D0"/>
    <w:rsid w:val="57781A9D"/>
    <w:rsid w:val="5D70B366"/>
    <w:rsid w:val="6449ECD1"/>
    <w:rsid w:val="788F6C81"/>
    <w:rsid w:val="78F1B6C5"/>
    <w:rsid w:val="7B32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C7854"/>
  <w15:chartTrackingRefBased/>
  <w15:docId w15:val="{BD825EFA-C0B9-496D-9ED2-2271F17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2CA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0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Normalny11,maz_wyliczenie,opis dzialania,K-P_odwolanie,A_wyliczenie,Akapit z listą5,Akapit z listą51,Literowanie,Normal2"/>
    <w:basedOn w:val="Normalny"/>
    <w:link w:val="AkapitzlistZnak"/>
    <w:uiPriority w:val="34"/>
    <w:qFormat/>
    <w:rsid w:val="009A3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8660B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87D14"/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8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F8A"/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0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Normalny11 Znak,maz_wyliczenie Znak,opis dzialania Znak"/>
    <w:link w:val="Akapitzlist"/>
    <w:uiPriority w:val="34"/>
    <w:qFormat/>
    <w:rsid w:val="00926109"/>
  </w:style>
  <w:style w:type="paragraph" w:customStyle="1" w:styleId="Default">
    <w:name w:val="Default"/>
    <w:rsid w:val="00B70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E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7E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7EC7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E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EC7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am.Kastura@tauron-serwis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Esyjh01wOIj0AM7WqaZkGTEsorwaz6UaPXLcqBeW7y8=</DigestValue>
    </Reference>
    <Reference Type="http://www.w3.org/2000/09/xmldsig#Object" URI="#idOfficeObject">
      <DigestMethod Algorithm="http://www.w3.org/2001/04/xmlenc#sha256"/>
      <DigestValue>LhAaNHQOUM8UdKuHzEGckdPtymb/WLd23CjDBlMTI/A=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M5Tu4rfED2D8+2DweESRXLpwmK1DL+SuNv+i4Hm5yY4=</DigestValue>
    </Reference>
    <Reference Type="http://www.w3.org/2000/09/xmldsig#Object" URI="#idValidSigLnImg">
      <DigestMethod Algorithm="http://www.w3.org/2001/04/xmlenc#sha256"/>
      <DigestValue>XuIQ6HQKyV/lcHtm/13Y6KQ6T3MxJE/UhbQbTGyZdxo=</DigestValue>
    </Reference>
    <Reference Type="http://www.w3.org/2000/09/xmldsig#Object" URI="#idInvalidSigLnImg">
      <DigestMethod Algorithm="http://www.w3.org/2001/04/xmlenc#sha256"/>
      <DigestValue>TYWsIUWn1nWJphEwaj7XIq+SVIz4s9BkkIPRwflcsXE=</DigestValue>
    </Reference>
  </SignedInfo>
  <SignatureValue>CjdUOsbW3dTog1xStDY/Zb7ohi8dFpKrOJK8TzBpLrIdIjYf/99HuA7IdIbwnL0+6LKSzgSO6Ht5
jpJxehEvQkVkE/uWSBfjWof2hb8AvhieLA9rau6M5TpSP0BoMtBiXRf22EIMgSCKp/BXrJnRfqLi
vIsD/bK0ezjf8Pi8AsSFQ18xRA03h/p0WnIiNJZC6gYgAp4QEEIZCHWgS6Qn+iHtYNLOKDSzBmkY
/Eld4AGZlYhfmkKE/ZgZMuganWVsf4FnAjok2hTniJ8zgh7/6rp9QuVV5oyNsU5UEz0SbhX3PltB
Kqii2IYTcdL3mBLieWVWpHNZDqRTa/t3XEONgQ==</SignatureValue>
  <KeyInfo>
    <X509Data>
      <X509Certificate>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Y3MjUwMCgGA1UdEQQhMB+BHUFkYW0uS2FzdHVyYUB0YXVyb24tc2Vyd2lzLnBsMB0GA1UdDgQWBBR23mwpdMkQfGbmgRdJsDvrNltVi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fxv3ql6GrRyg7Zzg1NqdRTlH3B9i5yopp3F4I4mat3Y=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7oTzBNIT1jtfKEbDTiGetfaPVHrY3ewrCTdH3FD8ZuY=</DigestValue>
      </Reference>
      <Reference URI="/word/document.xml?ContentType=application/vnd.openxmlformats-officedocument.wordprocessingml.document.main+xml">
        <DigestMethod Algorithm="http://www.w3.org/2001/04/xmlenc#sha256"/>
        <DigestValue>ltva9hxhX5BGOZwZqb0rabr6aWHOydRD4fUUzjn+VMY=</DigestValue>
      </Reference>
      <Reference URI="/word/endnotes.xml?ContentType=application/vnd.openxmlformats-officedocument.wordprocessingml.endnotes+xml">
        <DigestMethod Algorithm="http://www.w3.org/2001/04/xmlenc#sha256"/>
        <DigestValue>kft0V1FG/YWBnjEVABZIjGkULQUlmnPpFFy5ObaHU9M=</DigestValue>
      </Reference>
      <Reference URI="/word/fontTable.xml?ContentType=application/vnd.openxmlformats-officedocument.wordprocessingml.fontTable+xml">
        <DigestMethod Algorithm="http://www.w3.org/2001/04/xmlenc#sha256"/>
        <DigestValue>9W1B+C14W3uhecixlnPBkeeDQ140GqCyhKOPzGDkR0c=</DigestValue>
      </Reference>
      <Reference URI="/word/footer1.xml?ContentType=application/vnd.openxmlformats-officedocument.wordprocessingml.footer+xml">
        <DigestMethod Algorithm="http://www.w3.org/2001/04/xmlenc#sha256"/>
        <DigestValue>8rv7RQT/k1RzAwbFO2Z+nRtm0rPKf+h0yGXfnEhd67k=</DigestValue>
      </Reference>
      <Reference URI="/word/footnotes.xml?ContentType=application/vnd.openxmlformats-officedocument.wordprocessingml.footnotes+xml">
        <DigestMethod Algorithm="http://www.w3.org/2001/04/xmlenc#sha256"/>
        <DigestValue>vluNUR/6O8ENrtGA903SJS6o9+wsTbt7lYZ0wW+3CNo=</DigestValue>
      </Reference>
      <Reference URI="/word/header1.xml?ContentType=application/vnd.openxmlformats-officedocument.wordprocessingml.header+xml">
        <DigestMethod Algorithm="http://www.w3.org/2001/04/xmlenc#sha256"/>
        <DigestValue>+P6r+R/K81Et3/rYKoRzxMKHw0BUiqo+SnBtboaetOM=</DigestValue>
      </Reference>
      <Reference URI="/word/media/image1.png?ContentType=image/png">
        <DigestMethod Algorithm="http://www.w3.org/2001/04/xmlenc#sha256"/>
        <DigestValue>yL7S2KpkUJ/qMrDayCyxbopoya+2Wbfu3gBhx8U6eOQ=</DigestValue>
      </Reference>
      <Reference URI="/word/media/image2.emf?ContentType=image/x-emf">
        <DigestMethod Algorithm="http://www.w3.org/2001/04/xmlenc#sha256"/>
        <DigestValue>flpFApSqfTp6bIQVgCHGKzGw2rmb2gTf+UK48Y3hi0U=</DigestValue>
      </Reference>
      <Reference URI="/word/numbering.xml?ContentType=application/vnd.openxmlformats-officedocument.wordprocessingml.numbering+xml">
        <DigestMethod Algorithm="http://www.w3.org/2001/04/xmlenc#sha256"/>
        <DigestValue>4fMqtQyb4fQQ+eyn5VyUDRF0ZlrIzV5lBdRrndFipRg=</DigestValue>
      </Reference>
      <Reference URI="/word/settings.xml?ContentType=application/vnd.openxmlformats-officedocument.wordprocessingml.settings+xml">
        <DigestMethod Algorithm="http://www.w3.org/2001/04/xmlenc#sha256"/>
        <DigestValue>sfRdNr69A07U+dRdqCqWqFdD/AmspdZTwxVUWEh43sc=</DigestValue>
      </Reference>
      <Reference URI="/word/styles.xml?ContentType=application/vnd.openxmlformats-officedocument.wordprocessingml.styles+xml">
        <DigestMethod Algorithm="http://www.w3.org/2001/04/xmlenc#sha256"/>
        <DigestValue>5uHZmzScO7Jz7gwdHnv/l+9l8bjuxdCN5UyvQ361nzY=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DhqrVZ9OO3IDgwbUES2S9C+geMQS8E5mEZKYKLl0z+w=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2026-01-13T09:34:34Z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{699DA038-7955-4B8F-BA3D-0254DE2226BD}</SetupID>
          <SignatureText>Adam Kastura</SignatureText>
          <SignatureImage/>
          <SignatureComments/>
          <WindowsVersion>10.0</WindowsVersion>
          <OfficeVersion>16.0.19328/27</OfficeVersion>
          <ApplicationVersion>16.0.19328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2026-01-13T09:34:34Z</xd:SigningTime>
          <xd:SigningCertificate>
            <xd:Cert>
              <xd:CertDigest>
                <DigestMethod Algorithm="http://www.w3.org/2001/04/xmlenc#sha256"/>
                <DigestValue>t3UcgfJhBe3O/kJXqbJOSIKLO+Sz16QwqDYaGzg2bpg=</DigestValue>
              </xd:CertDigest>
              <xd:IssuerSerial>
                <X509IssuerName>CN=TAURON CA1, O=TAURON, C=PL</X509IssuerName>
                <X509SerialNumber>1858862877826758614955027260507813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h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LAAAARwAAACkAAAAzAAAAY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MAAAASAAAACUAAAAMAAAABAAAAFQAAACUAAAAKgAAADMAAACKAAAARwAAAAEAAABVFdRBE9rTQSoAAAAzAAAADAAAAEwAAAAAAAAAAAAAAAAAAAD//////////2QAAABBAGQAYQBtACAASwBhAHMAdAB1AHIAYQAKAAAACQAAAAgAAAAOAAAABAAAAAkAAAAIAAAABwAAAAUAAAAJAAAABg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QAAAAKAAAAYAAAAKsAAABsAAAAAQAAAFUV1EET2tNBCgAAAGAAAAAcAAAATAAAAAAAAAAAAAAAAAAAAP//////////hAAAAFMAZQBrAHIAZQB0AGEAcgB6ACAAWgBlAHMAcABvAEIBdQAgAFoAYQBrAHUAcABvAHcAZQBnAG8ABgAAAAYAAAAGAAAABAAAAAYAAAAEAAAABgAAAAQAAAAFAAAAAwAAAAYAAAAGAAAABQAAAAcAAAAHAAAAAwAAAAcAAAADAAAABgAAAAYAAAAGAAAABwAAAAcAAAAHAAAACQAAAAYAAAAHAAAABw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AEgAAAAwAAAABAAAAFgAAAAwAAAAAAAAAVAAAAPwAAAAKAAAAcAAAAKgAAAB8AAAAAQAAAFUV1EET2tNBCgAAAHAAAAAdAAAATAAAAAQAAAAJAAAAcAAAAKoAAAB9AAAAiAAAAFAAbwBkAHAAaQBzAGEAbgB5ACAAcAByAHoAZQB6ADoAIABLAGEAcwB0AHUAcgBhACAAQQBkAGEAbQAAAAYAAAAHAAAABwAAAAcAAAADAAAABQAAAAYAAAAHAAAABQAAAAMAAAAHAAAABAAAAAUAAAAGAAAABQAAAAMAAAADAAAABgAAAAYAAAAFAAAABAAAAAcAAAAEAAAABgAAAAMAAAAHAAAABwAAAAYAAAAJAAAAFgAAAAwAAAAAAAAAJQAAAAwAAAACAAAADgAAABQAAAAAAAAAEAAAABQAAAA=</Object>
  <Object Id="idInvalidSigLnImg">AQAAAGwAAAAAAAAAAAAAAP8AAAB/AAAAAAAAAAAAAACDGgAAPg0AACBFTUYAAAEAPB4AAKg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wAAAEcAAAApAAAAMwAAAGM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jAAAAEgAAAAlAAAADAAAAAQAAABUAAAAlAAAACoAAAAzAAAAigAAAEcAAAABAAAAVRXUQRPa00EqAAAAMwAAAAwAAABMAAAAAAAAAAAAAAAAAAAA//////////9kAAAAQQBkAGEAbQAgAEsAYQBzAHQAdQByAGEACgAAAAkAAAAIAAAADgAAAAQAAAAJAAAACAAAAAcAAAAFAAAACQAAAAY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C1352F1EE43E4EB20D130D6AA6C56B" ma:contentTypeVersion="12" ma:contentTypeDescription="Utwórz nowy dokument." ma:contentTypeScope="" ma:versionID="f6f97d1f2aaf4fde03b64bb4bfd6fabf">
  <xsd:schema xmlns:xsd="http://www.w3.org/2001/XMLSchema" xmlns:xs="http://www.w3.org/2001/XMLSchema" xmlns:p="http://schemas.microsoft.com/office/2006/metadata/properties" xmlns:ns3="9c883753-7802-4db0-9617-ce4bc4bf9a68" xmlns:ns4="5d57bf0b-55ea-4fea-a982-a2182ebcd4ac" targetNamespace="http://schemas.microsoft.com/office/2006/metadata/properties" ma:root="true" ma:fieldsID="071d04923b0e6a32a8192a9dfb701937" ns3:_="" ns4:_="">
    <xsd:import namespace="9c883753-7802-4db0-9617-ce4bc4bf9a68"/>
    <xsd:import namespace="5d57bf0b-55ea-4fea-a982-a2182ebcd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3753-7802-4db0-9617-ce4bc4bf9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bf0b-55ea-4fea-a982-a2182ebcd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4A2A8-B08C-481D-9EF3-897626B5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83753-7802-4db0-9617-ce4bc4bf9a68"/>
    <ds:schemaRef ds:uri="5d57bf0b-55ea-4fea-a982-a2182ebcd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53E6FA-262C-479C-A3DC-40FCCA2C0A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582D2D-1AB8-4F9B-BC79-59EBB0E01A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A8343-E5A2-4B11-8023-84F0F5CDC9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109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Kastura Adam (TSR)</cp:lastModifiedBy>
  <cp:revision>224</cp:revision>
  <dcterms:created xsi:type="dcterms:W3CDTF">2024-10-14T07:27:00Z</dcterms:created>
  <dcterms:modified xsi:type="dcterms:W3CDTF">2026-01-13T09:33:00Z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</Properties>
</file>